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9E6" w:rsidRDefault="00BC79E6" w:rsidP="0059730C">
      <w:pPr>
        <w:rPr>
          <w:color w:val="FF0000"/>
        </w:rPr>
      </w:pPr>
    </w:p>
    <w:p w:rsidR="00BC79E6" w:rsidRDefault="00BC79E6" w:rsidP="0059730C">
      <w:pPr>
        <w:rPr>
          <w:color w:val="FF0000"/>
        </w:rPr>
      </w:pPr>
    </w:p>
    <w:p w:rsidR="00BC79E6" w:rsidRDefault="00BC79E6" w:rsidP="0059730C">
      <w:pPr>
        <w:rPr>
          <w:color w:val="FF0000"/>
        </w:rPr>
      </w:pPr>
    </w:p>
    <w:p w:rsidR="00BC79E6" w:rsidRDefault="00BC79E6" w:rsidP="005973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АДМИНИСТРАЦИЯ</w:t>
      </w:r>
    </w:p>
    <w:p w:rsidR="00BC79E6" w:rsidRDefault="00BC79E6" w:rsidP="0059730C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BC79E6" w:rsidRDefault="00BC79E6" w:rsidP="005973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Калининский сельсовет                                     </w:t>
      </w:r>
    </w:p>
    <w:p w:rsidR="00BC79E6" w:rsidRDefault="00BC79E6" w:rsidP="005973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Ташлинского района </w:t>
      </w:r>
    </w:p>
    <w:p w:rsidR="00BC79E6" w:rsidRDefault="00BC79E6" w:rsidP="005973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Оренбургской области</w:t>
      </w:r>
    </w:p>
    <w:p w:rsidR="00BC79E6" w:rsidRPr="001968FC" w:rsidRDefault="00BC79E6" w:rsidP="001968F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1968FC">
        <w:rPr>
          <w:b/>
          <w:sz w:val="28"/>
          <w:szCs w:val="28"/>
        </w:rPr>
        <w:t>ПОСТАНОВЛЕНИЕ</w:t>
      </w:r>
    </w:p>
    <w:p w:rsidR="00BC79E6" w:rsidRDefault="00BC79E6" w:rsidP="0059730C">
      <w:pPr>
        <w:tabs>
          <w:tab w:val="left" w:pos="1740"/>
        </w:tabs>
        <w:rPr>
          <w:sz w:val="28"/>
          <w:szCs w:val="28"/>
        </w:rPr>
      </w:pPr>
      <w:r w:rsidRPr="006A64AD">
        <w:rPr>
          <w:sz w:val="28"/>
          <w:szCs w:val="28"/>
        </w:rPr>
        <w:t xml:space="preserve">        </w:t>
      </w:r>
      <w:r w:rsidRPr="006A64AD">
        <w:rPr>
          <w:sz w:val="28"/>
          <w:szCs w:val="28"/>
          <w:u w:val="single"/>
        </w:rPr>
        <w:t>03.07.2023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№  </w:t>
      </w:r>
      <w:r w:rsidRPr="006A64AD">
        <w:rPr>
          <w:sz w:val="28"/>
          <w:szCs w:val="28"/>
          <w:u w:val="single"/>
        </w:rPr>
        <w:t>50</w:t>
      </w:r>
      <w:r>
        <w:rPr>
          <w:b/>
          <w:sz w:val="28"/>
          <w:szCs w:val="28"/>
        </w:rPr>
        <w:t xml:space="preserve">              </w:t>
      </w:r>
    </w:p>
    <w:p w:rsidR="00BC79E6" w:rsidRDefault="00BC79E6" w:rsidP="005973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пос.Калинин</w:t>
      </w:r>
    </w:p>
    <w:p w:rsidR="00BC79E6" w:rsidRDefault="00BC79E6" w:rsidP="0059730C">
      <w:pPr>
        <w:pStyle w:val="2"/>
        <w:jc w:val="center"/>
        <w:rPr>
          <w:rFonts w:ascii="Arial" w:hAnsi="Arial"/>
          <w:sz w:val="16"/>
        </w:rPr>
      </w:pPr>
    </w:p>
    <w:p w:rsidR="00BC79E6" w:rsidRDefault="00BC79E6" w:rsidP="0059730C">
      <w:pPr>
        <w:pStyle w:val="2"/>
        <w:jc w:val="center"/>
        <w:rPr>
          <w:rFonts w:ascii="Arial" w:hAnsi="Arial"/>
          <w:sz w:val="16"/>
        </w:rPr>
      </w:pPr>
      <w:r>
        <w:rPr>
          <w:noProof/>
        </w:rPr>
        <w:pict>
          <v:line id="_x0000_s1026" style="position:absolute;left:0;text-align:left;z-index:251658240" from="1.3pt,3.95pt" to="1.3pt,25.55pt" o:allowincell="f"/>
        </w:pict>
      </w:r>
      <w:r>
        <w:rPr>
          <w:noProof/>
        </w:rPr>
        <w:pict>
          <v:line id="_x0000_s1027" style="position:absolute;left:0;text-align:left;z-index:251659264" from="1.3pt,3.95pt" to="22.9pt,3.95pt" o:allowincell="f"/>
        </w:pict>
      </w:r>
      <w:r>
        <w:rPr>
          <w:noProof/>
        </w:rPr>
        <w:pict>
          <v:line id="_x0000_s1028" style="position:absolute;left:0;text-align:left;z-index:251660288" from="242.7pt,3.95pt" to="264.3pt,3.95pt" o:allowincell="f"/>
        </w:pict>
      </w:r>
      <w:r>
        <w:rPr>
          <w:noProof/>
        </w:rPr>
        <w:pict>
          <v:line id="_x0000_s1029" style="position:absolute;left:0;text-align:left;z-index:251661312" from="264.3pt,3.95pt" to="264.3pt,25.55pt" o:allowincell="f"/>
        </w:pict>
      </w:r>
    </w:p>
    <w:p w:rsidR="00BC79E6" w:rsidRDefault="00BC79E6" w:rsidP="0059730C">
      <w:pPr>
        <w:shd w:val="clear" w:color="auto" w:fill="FFFFFF"/>
        <w:ind w:right="4252"/>
        <w:jc w:val="both"/>
        <w:rPr>
          <w:sz w:val="28"/>
          <w:szCs w:val="28"/>
        </w:rPr>
      </w:pPr>
      <w:r>
        <w:rPr>
          <w:sz w:val="28"/>
        </w:rPr>
        <w:t xml:space="preserve">    </w:t>
      </w:r>
      <w:r>
        <w:rPr>
          <w:sz w:val="28"/>
          <w:szCs w:val="28"/>
        </w:rPr>
        <w:t xml:space="preserve">Об утверждении </w:t>
      </w:r>
      <w:r w:rsidRPr="0059730C">
        <w:rPr>
          <w:sz w:val="28"/>
          <w:szCs w:val="28"/>
        </w:rPr>
        <w:t>Правил землепользования и застройки</w:t>
      </w:r>
      <w:r>
        <w:rPr>
          <w:sz w:val="28"/>
          <w:szCs w:val="28"/>
        </w:rPr>
        <w:t xml:space="preserve"> муниципального образования Калининский сельсовет Ташлинского района Оренбургской области</w:t>
      </w:r>
    </w:p>
    <w:p w:rsidR="00BC79E6" w:rsidRDefault="00BC79E6" w:rsidP="0059730C">
      <w:pPr>
        <w:rPr>
          <w:sz w:val="28"/>
          <w:szCs w:val="28"/>
        </w:rPr>
      </w:pPr>
    </w:p>
    <w:p w:rsidR="00BC79E6" w:rsidRDefault="00BC79E6" w:rsidP="0059730C">
      <w:pPr>
        <w:rPr>
          <w:sz w:val="28"/>
          <w:szCs w:val="28"/>
        </w:rPr>
      </w:pPr>
    </w:p>
    <w:p w:rsidR="00BC79E6" w:rsidRDefault="00BC79E6" w:rsidP="005973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Градостроительного кодекса Российской Федерации, Федерального закона от 06.10.2003 № 131-ФЗ “Об общих принципах организации местного самоуправления в Российской Федерации”, протокола публичных слушаний по проекту генерального плана муниципального образования Калининский сельсовет от 15 сентября 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., руководствуясь Уставом муниципального образования Калининский сельсовет, </w:t>
      </w:r>
    </w:p>
    <w:p w:rsidR="00BC79E6" w:rsidRDefault="00BC79E6" w:rsidP="0059730C">
      <w:pPr>
        <w:pStyle w:val="NormalWeb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  <w:r>
        <w:rPr>
          <w:b/>
          <w:sz w:val="28"/>
          <w:szCs w:val="28"/>
        </w:rPr>
        <w:t xml:space="preserve"> </w:t>
      </w:r>
    </w:p>
    <w:p w:rsidR="00BC79E6" w:rsidRDefault="00BC79E6" w:rsidP="0059730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</w:t>
      </w:r>
      <w:r w:rsidRPr="0059730C">
        <w:rPr>
          <w:sz w:val="28"/>
          <w:szCs w:val="28"/>
        </w:rPr>
        <w:t xml:space="preserve">Правила землепользования и застройки </w:t>
      </w:r>
      <w:r>
        <w:rPr>
          <w:sz w:val="28"/>
          <w:szCs w:val="28"/>
        </w:rPr>
        <w:t xml:space="preserve">муниципального образования Калининский  сельсовет Ташлинского района Оренбургской области. </w:t>
      </w:r>
    </w:p>
    <w:p w:rsidR="00BC79E6" w:rsidRDefault="00BC79E6" w:rsidP="0059730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настоящее решение вступает в силу со дня его официального обнародования.</w:t>
      </w:r>
    </w:p>
    <w:p w:rsidR="00BC79E6" w:rsidRDefault="00BC79E6" w:rsidP="005973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 решение подлежит передаче в уполномоченный орган   исполнительной  власти Оренбургской области для включения  в      областной регистр муниципальных правовых актов.</w:t>
      </w:r>
    </w:p>
    <w:p w:rsidR="00BC79E6" w:rsidRDefault="00BC79E6" w:rsidP="0059730C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BC79E6" w:rsidRDefault="00BC79E6" w:rsidP="0059730C">
      <w:pPr>
        <w:jc w:val="both"/>
        <w:rPr>
          <w:sz w:val="28"/>
          <w:szCs w:val="28"/>
        </w:rPr>
      </w:pPr>
    </w:p>
    <w:p w:rsidR="00BC79E6" w:rsidRDefault="00BC79E6" w:rsidP="001968FC">
      <w:pPr>
        <w:jc w:val="both"/>
        <w:rPr>
          <w:sz w:val="28"/>
          <w:szCs w:val="28"/>
        </w:rPr>
      </w:pPr>
      <w:r>
        <w:rPr>
          <w:sz w:val="28"/>
          <w:szCs w:val="28"/>
        </w:rPr>
        <w:t>И.о.главы муниципального образования                                         О.А.Разумная</w:t>
      </w:r>
    </w:p>
    <w:p w:rsidR="00BC79E6" w:rsidRDefault="00BC79E6" w:rsidP="0059730C">
      <w:pPr>
        <w:jc w:val="both"/>
        <w:rPr>
          <w:sz w:val="28"/>
          <w:szCs w:val="28"/>
        </w:rPr>
      </w:pPr>
    </w:p>
    <w:sectPr w:rsidR="00BC79E6" w:rsidSect="00BF6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730C"/>
    <w:rsid w:val="00121240"/>
    <w:rsid w:val="001968FC"/>
    <w:rsid w:val="002C7A90"/>
    <w:rsid w:val="00442A99"/>
    <w:rsid w:val="004C6E57"/>
    <w:rsid w:val="0059730C"/>
    <w:rsid w:val="005D5217"/>
    <w:rsid w:val="00692BB7"/>
    <w:rsid w:val="006A64AD"/>
    <w:rsid w:val="006F5686"/>
    <w:rsid w:val="00815112"/>
    <w:rsid w:val="0083777D"/>
    <w:rsid w:val="00AA44A5"/>
    <w:rsid w:val="00B808B6"/>
    <w:rsid w:val="00BC79E6"/>
    <w:rsid w:val="00BF6562"/>
    <w:rsid w:val="00CA0B87"/>
    <w:rsid w:val="00E15767"/>
    <w:rsid w:val="00FD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Обычный1"/>
    <w:qFormat/>
    <w:rsid w:val="0059730C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9730C"/>
    <w:pPr>
      <w:spacing w:before="100" w:beforeAutospacing="1" w:after="100" w:afterAutospacing="1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59730C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9730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973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Обычный2"/>
    <w:uiPriority w:val="99"/>
    <w:rsid w:val="0059730C"/>
    <w:pPr>
      <w:widowControl w:val="0"/>
    </w:pPr>
    <w:rPr>
      <w:rFonts w:ascii="Times New Roman" w:eastAsia="Times New Roman" w:hAnsi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59730C"/>
    <w:rPr>
      <w:rFonts w:cs="Times New Roman"/>
      <w:color w:val="2874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94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208</Words>
  <Characters>1190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</cp:lastModifiedBy>
  <cp:revision>7</cp:revision>
  <cp:lastPrinted>2023-07-06T04:02:00Z</cp:lastPrinted>
  <dcterms:created xsi:type="dcterms:W3CDTF">2013-09-27T11:05:00Z</dcterms:created>
  <dcterms:modified xsi:type="dcterms:W3CDTF">2023-07-06T07:23:00Z</dcterms:modified>
</cp:coreProperties>
</file>