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34" w:rsidRDefault="009A4834" w:rsidP="0059730C">
      <w:pPr>
        <w:rPr>
          <w:color w:val="FF0000"/>
        </w:rPr>
      </w:pPr>
    </w:p>
    <w:p w:rsidR="009A4834" w:rsidRDefault="009A4834" w:rsidP="0059730C">
      <w:pPr>
        <w:rPr>
          <w:color w:val="FF0000"/>
        </w:rPr>
      </w:pPr>
    </w:p>
    <w:p w:rsidR="009A4834" w:rsidRDefault="009A4834" w:rsidP="005973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АДМИНИСТРАЦИЯ</w:t>
      </w:r>
    </w:p>
    <w:p w:rsidR="009A4834" w:rsidRDefault="009A4834" w:rsidP="005973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9A4834" w:rsidRDefault="009A4834" w:rsidP="005973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Калининский сельсовет                                     ПРОЕКТ</w:t>
      </w:r>
    </w:p>
    <w:p w:rsidR="009A4834" w:rsidRDefault="009A4834" w:rsidP="005973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Ташлинского района </w:t>
      </w:r>
    </w:p>
    <w:p w:rsidR="009A4834" w:rsidRDefault="009A4834" w:rsidP="005973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Оренбургской области</w:t>
      </w:r>
    </w:p>
    <w:p w:rsidR="009A4834" w:rsidRPr="001968FC" w:rsidRDefault="009A4834" w:rsidP="001968F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968FC">
        <w:rPr>
          <w:b/>
          <w:sz w:val="28"/>
          <w:szCs w:val="28"/>
        </w:rPr>
        <w:t>ПОСТАНОВЛЕНИЕ</w:t>
      </w:r>
    </w:p>
    <w:p w:rsidR="009A4834" w:rsidRDefault="009A4834" w:rsidP="0059730C">
      <w:pPr>
        <w:tabs>
          <w:tab w:val="left" w:pos="174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  <w:u w:val="single"/>
        </w:rPr>
        <w:t>_______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№  </w:t>
      </w:r>
      <w:r>
        <w:rPr>
          <w:sz w:val="28"/>
          <w:szCs w:val="28"/>
          <w:u w:val="single"/>
        </w:rPr>
        <w:t>_______</w:t>
      </w:r>
      <w:r>
        <w:rPr>
          <w:b/>
          <w:sz w:val="28"/>
          <w:szCs w:val="28"/>
        </w:rPr>
        <w:t xml:space="preserve">              </w:t>
      </w:r>
    </w:p>
    <w:p w:rsidR="009A4834" w:rsidRDefault="009A4834" w:rsidP="005973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пос.Калинин</w:t>
      </w:r>
    </w:p>
    <w:p w:rsidR="009A4834" w:rsidRDefault="009A4834" w:rsidP="0059730C">
      <w:pPr>
        <w:pStyle w:val="2"/>
        <w:jc w:val="center"/>
        <w:rPr>
          <w:rFonts w:ascii="Arial" w:hAnsi="Arial"/>
          <w:sz w:val="16"/>
        </w:rPr>
      </w:pPr>
    </w:p>
    <w:p w:rsidR="009A4834" w:rsidRDefault="009A4834" w:rsidP="0059730C">
      <w:pPr>
        <w:pStyle w:val="2"/>
        <w:jc w:val="center"/>
        <w:rPr>
          <w:rFonts w:ascii="Arial" w:hAnsi="Arial"/>
          <w:sz w:val="16"/>
        </w:rPr>
      </w:pPr>
      <w:r>
        <w:rPr>
          <w:noProof/>
        </w:rPr>
        <w:pict>
          <v:line id="_x0000_s1026" style="position:absolute;left:0;text-align:left;z-index:251658240" from="1.3pt,3.95pt" to="1.3pt,25.55pt" o:allowincell="f"/>
        </w:pict>
      </w:r>
      <w:r>
        <w:rPr>
          <w:noProof/>
        </w:rPr>
        <w:pict>
          <v:line id="_x0000_s1027" style="position:absolute;left:0;text-align:left;z-index:251659264" from="1.3pt,3.95pt" to="22.9pt,3.95pt" o:allowincell="f"/>
        </w:pict>
      </w:r>
      <w:r>
        <w:rPr>
          <w:noProof/>
        </w:rPr>
        <w:pict>
          <v:line id="_x0000_s1028" style="position:absolute;left:0;text-align:left;z-index:251660288" from="242.7pt,3.95pt" to="264.3pt,3.95pt" o:allowincell="f"/>
        </w:pict>
      </w:r>
      <w:r>
        <w:rPr>
          <w:noProof/>
        </w:rPr>
        <w:pict>
          <v:line id="_x0000_s1029" style="position:absolute;left:0;text-align:left;z-index:251661312" from="264.3pt,3.95pt" to="264.3pt,25.55pt" o:allowincell="f"/>
        </w:pict>
      </w:r>
    </w:p>
    <w:p w:rsidR="009A4834" w:rsidRDefault="009A4834" w:rsidP="0059730C">
      <w:pPr>
        <w:shd w:val="clear" w:color="auto" w:fill="FFFFFF"/>
        <w:ind w:right="4252"/>
        <w:jc w:val="both"/>
        <w:rPr>
          <w:sz w:val="28"/>
          <w:szCs w:val="28"/>
        </w:rPr>
      </w:pPr>
      <w:r>
        <w:rPr>
          <w:sz w:val="28"/>
        </w:rPr>
        <w:t xml:space="preserve">    </w:t>
      </w:r>
      <w:r>
        <w:rPr>
          <w:sz w:val="28"/>
          <w:szCs w:val="28"/>
        </w:rPr>
        <w:t xml:space="preserve">Об утверждении </w:t>
      </w:r>
      <w:r w:rsidRPr="0059730C">
        <w:rPr>
          <w:sz w:val="28"/>
          <w:szCs w:val="28"/>
        </w:rPr>
        <w:t>Правил землепользования и застройки</w:t>
      </w:r>
      <w:r>
        <w:rPr>
          <w:sz w:val="28"/>
          <w:szCs w:val="28"/>
        </w:rPr>
        <w:t xml:space="preserve"> муниципального образования Калининский сельсовет Ташлинского района Оренбургской области</w:t>
      </w:r>
    </w:p>
    <w:p w:rsidR="009A4834" w:rsidRDefault="009A4834" w:rsidP="0059730C">
      <w:pPr>
        <w:rPr>
          <w:sz w:val="28"/>
          <w:szCs w:val="28"/>
        </w:rPr>
      </w:pPr>
    </w:p>
    <w:p w:rsidR="009A4834" w:rsidRDefault="009A4834" w:rsidP="0059730C">
      <w:pPr>
        <w:rPr>
          <w:sz w:val="28"/>
          <w:szCs w:val="28"/>
        </w:rPr>
      </w:pPr>
    </w:p>
    <w:p w:rsidR="009A4834" w:rsidRDefault="009A4834" w:rsidP="005973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Градостроительного кодекса Российской Федерации, Федерального закона от 06.10.2003 № 131-ФЗ “Об общих принципах организации местного самоуправления в Российской Федерации”, протокола публичных слушаний по проекту генерального плана муниципального образования Калининский сельсовет от 15 сентября 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., руководствуясь Уставом муниципального образования Калининский сельсовет, </w:t>
      </w:r>
    </w:p>
    <w:p w:rsidR="009A4834" w:rsidRDefault="009A4834" w:rsidP="0059730C">
      <w:pPr>
        <w:pStyle w:val="NormalWe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  <w:r>
        <w:rPr>
          <w:b/>
          <w:sz w:val="28"/>
          <w:szCs w:val="28"/>
        </w:rPr>
        <w:t xml:space="preserve"> </w:t>
      </w:r>
    </w:p>
    <w:p w:rsidR="009A4834" w:rsidRDefault="009A4834" w:rsidP="0059730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</w:t>
      </w:r>
      <w:r w:rsidRPr="0059730C">
        <w:rPr>
          <w:sz w:val="28"/>
          <w:szCs w:val="28"/>
        </w:rPr>
        <w:t xml:space="preserve">Правила землепользования и застройки </w:t>
      </w:r>
      <w:r>
        <w:rPr>
          <w:sz w:val="28"/>
          <w:szCs w:val="28"/>
        </w:rPr>
        <w:t xml:space="preserve">муниципального образования Калининский  сельсовет Ташлинского района Оренбургской области. </w:t>
      </w:r>
    </w:p>
    <w:p w:rsidR="009A4834" w:rsidRDefault="009A4834" w:rsidP="0059730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настоящее решение вступает в силу со дня его официального обнародования.</w:t>
      </w:r>
    </w:p>
    <w:p w:rsidR="009A4834" w:rsidRDefault="009A4834" w:rsidP="005973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 решение подлежит передаче в уполномоченный орган   исполнительной  власти Оренбургской области для включения  в      областной регистр муниципальных правовых актов.</w:t>
      </w:r>
    </w:p>
    <w:p w:rsidR="009A4834" w:rsidRDefault="009A4834" w:rsidP="0059730C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9A4834" w:rsidRDefault="009A4834" w:rsidP="0059730C">
      <w:pPr>
        <w:jc w:val="both"/>
        <w:rPr>
          <w:sz w:val="28"/>
          <w:szCs w:val="28"/>
        </w:rPr>
      </w:pPr>
    </w:p>
    <w:p w:rsidR="009A4834" w:rsidRDefault="009A4834" w:rsidP="001968F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         В.А.Тюрькина</w:t>
      </w:r>
    </w:p>
    <w:p w:rsidR="009A4834" w:rsidRDefault="009A4834" w:rsidP="0059730C">
      <w:pPr>
        <w:jc w:val="both"/>
        <w:rPr>
          <w:sz w:val="28"/>
          <w:szCs w:val="28"/>
        </w:rPr>
      </w:pPr>
    </w:p>
    <w:sectPr w:rsidR="009A4834" w:rsidSect="00BF6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30C"/>
    <w:rsid w:val="00121240"/>
    <w:rsid w:val="001968FC"/>
    <w:rsid w:val="002C7A90"/>
    <w:rsid w:val="003472CA"/>
    <w:rsid w:val="004C6E57"/>
    <w:rsid w:val="0059730C"/>
    <w:rsid w:val="006D419A"/>
    <w:rsid w:val="006F5686"/>
    <w:rsid w:val="00815112"/>
    <w:rsid w:val="009A4834"/>
    <w:rsid w:val="00AA44A5"/>
    <w:rsid w:val="00BE4340"/>
    <w:rsid w:val="00BF6562"/>
    <w:rsid w:val="00CA0B87"/>
    <w:rsid w:val="00E15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Обычный1"/>
    <w:qFormat/>
    <w:rsid w:val="0059730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9730C"/>
    <w:pPr>
      <w:spacing w:before="100" w:beforeAutospacing="1" w:after="100" w:afterAutospacing="1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9730C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9730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973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Обычный2"/>
    <w:uiPriority w:val="99"/>
    <w:rsid w:val="0059730C"/>
    <w:pPr>
      <w:widowControl w:val="0"/>
    </w:pPr>
    <w:rPr>
      <w:rFonts w:ascii="Times New Roman" w:eastAsia="Times New Roman" w:hAnsi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9730C"/>
    <w:rPr>
      <w:rFonts w:cs="Times New Roman"/>
      <w:color w:val="2874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209</Words>
  <Characters>1192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</cp:lastModifiedBy>
  <cp:revision>6</cp:revision>
  <cp:lastPrinted>2014-02-05T05:14:00Z</cp:lastPrinted>
  <dcterms:created xsi:type="dcterms:W3CDTF">2013-09-27T11:05:00Z</dcterms:created>
  <dcterms:modified xsi:type="dcterms:W3CDTF">2023-04-26T07:38:00Z</dcterms:modified>
</cp:coreProperties>
</file>